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ENG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452B01" w:rsidRDefault="00BA4742" w:rsidP="00757A15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ENG6-11.1.23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452B01" w:rsidP="00E01B12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757A15">
              <w:rPr>
                <w:rFonts w:ascii="Calibri" w:hAnsi="Calibri"/>
              </w:rPr>
              <w:t>9</w:t>
            </w:r>
            <w:r>
              <w:rPr>
                <w:rFonts w:ascii="Calibri" w:hAnsi="Calibri"/>
              </w:rPr>
              <w:t xml:space="preserve"> </w:t>
            </w:r>
            <w:r w:rsidR="00E01B12">
              <w:rPr>
                <w:rFonts w:ascii="Calibri" w:hAnsi="Calibri"/>
              </w:rPr>
              <w:t>March</w:t>
            </w:r>
            <w:r>
              <w:rPr>
                <w:rFonts w:ascii="Calibri" w:hAnsi="Calibri"/>
              </w:rPr>
              <w:t xml:space="preserve"> 201</w:t>
            </w:r>
            <w:r w:rsidR="00E01B12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 xml:space="preserve">The ENG Committee were requested to respond to the request from </w:t>
      </w:r>
      <w:r w:rsidR="008F6C22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ARM </w:t>
      </w:r>
      <w:r w:rsidR="008F6C22">
        <w:rPr>
          <w:sz w:val="22"/>
          <w:szCs w:val="22"/>
        </w:rPr>
        <w:t xml:space="preserve">Committee </w:t>
      </w:r>
      <w:r>
        <w:rPr>
          <w:sz w:val="22"/>
          <w:szCs w:val="22"/>
        </w:rPr>
        <w:t>on the de</w:t>
      </w:r>
      <w:r w:rsidR="00A51C82">
        <w:rPr>
          <w:sz w:val="22"/>
          <w:szCs w:val="22"/>
        </w:rPr>
        <w:t>velopment of the marking of MAto</w:t>
      </w:r>
      <w:r>
        <w:rPr>
          <w:sz w:val="22"/>
          <w:szCs w:val="22"/>
        </w:rPr>
        <w:t>N. The Committee considered this and respond in the following manner:-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use of a single conspicuous light character would be desirable for this application to avoid confusion.</w:t>
      </w:r>
    </w:p>
    <w:p w:rsidR="00757A15" w:rsidRDefault="00A51C82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</w:t>
      </w:r>
      <w:r w:rsidR="00757A15">
        <w:rPr>
          <w:sz w:val="22"/>
          <w:szCs w:val="22"/>
        </w:rPr>
        <w:t xml:space="preserve"> ENG Committee suggests a Morse ‘D’ character defined as:-</w:t>
      </w:r>
    </w:p>
    <w:p w:rsidR="00757A15" w:rsidRDefault="00757A15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2.1s (fl blue) + 0.7s (ec) + 0.7s (fl yellow) + 0.7s (ec) + 0.7s (fl yellow) + 2.1s (ec)</w:t>
      </w:r>
    </w:p>
    <w:p w:rsidR="00E01B12" w:rsidRDefault="00E01B12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LFlB + Fl(2)Y</w:t>
      </w:r>
      <w:r w:rsidR="00B54400">
        <w:rPr>
          <w:sz w:val="22"/>
          <w:szCs w:val="22"/>
        </w:rPr>
        <w:t xml:space="preserve"> 7s</w:t>
      </w:r>
      <w:bookmarkStart w:id="0" w:name="_GoBack"/>
      <w:bookmarkEnd w:id="0"/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>The</w:t>
      </w:r>
      <w:r w:rsidR="00E01B12">
        <w:rPr>
          <w:lang w:val="en-US"/>
        </w:rPr>
        <w:t xml:space="preserve"> ARM</w:t>
      </w:r>
      <w:r w:rsidRPr="003E1488">
        <w:rPr>
          <w:lang w:val="en-US"/>
        </w:rPr>
        <w:t xml:space="preserve"> </w:t>
      </w:r>
      <w:r w:rsidR="00E01B12">
        <w:rPr>
          <w:lang w:val="en-US"/>
        </w:rPr>
        <w:t>C</w:t>
      </w:r>
      <w:r w:rsidR="003E1488" w:rsidRPr="003E1488">
        <w:rPr>
          <w:lang w:val="en-US"/>
        </w:rPr>
        <w:t xml:space="preserve">ommittee </w:t>
      </w:r>
      <w:r w:rsidR="00E01B12">
        <w:rPr>
          <w:lang w:val="en-US"/>
        </w:rPr>
        <w:t>is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</w:t>
      </w:r>
      <w:r w:rsidR="00E01B12">
        <w:rPr>
          <w:lang w:val="en-US"/>
        </w:rPr>
        <w:t>above suggestion</w:t>
      </w:r>
      <w:r w:rsidR="00BF3FA8" w:rsidRPr="0041768D">
        <w:rPr>
          <w:lang w:val="en-US"/>
        </w:rPr>
        <w:t>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A51C82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630F7F" w:rsidRPr="00A51C82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5F8" w:rsidRDefault="006F55F8" w:rsidP="00002906">
      <w:r>
        <w:separator/>
      </w:r>
    </w:p>
  </w:endnote>
  <w:endnote w:type="continuationSeparator" w:id="0">
    <w:p w:rsidR="006F55F8" w:rsidRDefault="006F55F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B54400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5F8" w:rsidRDefault="006F55F8" w:rsidP="00002906">
      <w:r>
        <w:separator/>
      </w:r>
    </w:p>
  </w:footnote>
  <w:footnote w:type="continuationSeparator" w:id="0">
    <w:p w:rsidR="006F55F8" w:rsidRDefault="006F55F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41768D">
    <w:pPr>
      <w:pStyle w:val="Header"/>
    </w:pPr>
    <w:r>
      <w:rPr>
        <w:noProof/>
        <w:lang w:val="en-IE" w:eastAsia="en-IE"/>
      </w:rPr>
      <w:drawing>
        <wp:inline distT="0" distB="0" distL="0" distR="0" wp14:anchorId="7CB5761E" wp14:editId="5881638B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 w15:restartNumberingAfterBreak="0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A654A"/>
    <w:rsid w:val="001C74CF"/>
    <w:rsid w:val="003D55DD"/>
    <w:rsid w:val="003E0155"/>
    <w:rsid w:val="003E1488"/>
    <w:rsid w:val="003E1831"/>
    <w:rsid w:val="004166E9"/>
    <w:rsid w:val="0041768D"/>
    <w:rsid w:val="00424954"/>
    <w:rsid w:val="00452B01"/>
    <w:rsid w:val="004C1386"/>
    <w:rsid w:val="004C220D"/>
    <w:rsid w:val="004D7ED9"/>
    <w:rsid w:val="0052523B"/>
    <w:rsid w:val="005B2F10"/>
    <w:rsid w:val="005D05AC"/>
    <w:rsid w:val="00630F7F"/>
    <w:rsid w:val="0064435F"/>
    <w:rsid w:val="006D470F"/>
    <w:rsid w:val="006F55F8"/>
    <w:rsid w:val="00727E88"/>
    <w:rsid w:val="00757A15"/>
    <w:rsid w:val="00775878"/>
    <w:rsid w:val="0080092C"/>
    <w:rsid w:val="00872453"/>
    <w:rsid w:val="008F13DD"/>
    <w:rsid w:val="008F6C22"/>
    <w:rsid w:val="00902AA4"/>
    <w:rsid w:val="009922CA"/>
    <w:rsid w:val="009B4BD1"/>
    <w:rsid w:val="009F3B6C"/>
    <w:rsid w:val="009F5C36"/>
    <w:rsid w:val="00A27F12"/>
    <w:rsid w:val="00A30579"/>
    <w:rsid w:val="00A36252"/>
    <w:rsid w:val="00A51C82"/>
    <w:rsid w:val="00A7633D"/>
    <w:rsid w:val="00AA76C0"/>
    <w:rsid w:val="00AD6ECA"/>
    <w:rsid w:val="00B077EC"/>
    <w:rsid w:val="00B15B24"/>
    <w:rsid w:val="00B428DA"/>
    <w:rsid w:val="00B54400"/>
    <w:rsid w:val="00B8247E"/>
    <w:rsid w:val="00BA4742"/>
    <w:rsid w:val="00BE56DF"/>
    <w:rsid w:val="00BF3FA8"/>
    <w:rsid w:val="00C018A6"/>
    <w:rsid w:val="00C25857"/>
    <w:rsid w:val="00CA04AF"/>
    <w:rsid w:val="00CA67DA"/>
    <w:rsid w:val="00CF1624"/>
    <w:rsid w:val="00CF3661"/>
    <w:rsid w:val="00CF4F9D"/>
    <w:rsid w:val="00DD043D"/>
    <w:rsid w:val="00E01B12"/>
    <w:rsid w:val="00E401AE"/>
    <w:rsid w:val="00E41547"/>
    <w:rsid w:val="00E66034"/>
    <w:rsid w:val="00E93C9B"/>
    <w:rsid w:val="00EB5A5E"/>
    <w:rsid w:val="00EE3F2F"/>
    <w:rsid w:val="00F40F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CC96597-6014-4101-BE4F-D8693EE3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4</cp:revision>
  <cp:lastPrinted>2006-10-19T10:49:00Z</cp:lastPrinted>
  <dcterms:created xsi:type="dcterms:W3CDTF">2017-03-30T14:56:00Z</dcterms:created>
  <dcterms:modified xsi:type="dcterms:W3CDTF">2017-04-10T16:07:00Z</dcterms:modified>
</cp:coreProperties>
</file>